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DE" w:rsidRDefault="005079D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079DE" w:rsidRDefault="005079DE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54 СЕССИЯ 3 СОЗЫВА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079DE" w:rsidRPr="00524435" w:rsidRDefault="005079DE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</w:t>
      </w:r>
      <w:r>
        <w:rPr>
          <w:rFonts w:ascii="Times New Roman" w:hAnsi="Times New Roman" w:cs="Times New Roman"/>
          <w:sz w:val="24"/>
          <w:szCs w:val="24"/>
        </w:rPr>
        <w:t>27 июля 2018 года                                                                                                        № 173</w:t>
      </w:r>
    </w:p>
    <w:p w:rsidR="005079DE" w:rsidRPr="00524435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079DE">
        <w:trPr>
          <w:trHeight w:val="1097"/>
        </w:trPr>
        <w:tc>
          <w:tcPr>
            <w:tcW w:w="9016" w:type="dxa"/>
          </w:tcPr>
          <w:p w:rsidR="005079DE" w:rsidRDefault="005079DE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5079DE" w:rsidRDefault="005079DE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079DE" w:rsidRDefault="005079DE" w:rsidP="0009267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5079DE" w:rsidRDefault="005079DE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24 019 300,00 рублей;</w:t>
      </w:r>
    </w:p>
    <w:p w:rsidR="005079DE" w:rsidRDefault="005079DE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24 184 300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079DE" w:rsidRDefault="005079DE" w:rsidP="004B6F2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2. </w:t>
      </w:r>
      <w:r w:rsidRPr="00F006F8">
        <w:rPr>
          <w:rFonts w:ascii="Times New Roman" w:hAnsi="Times New Roman" w:cs="Times New Roman"/>
        </w:rPr>
        <w:t xml:space="preserve">На основании </w:t>
      </w:r>
      <w:r w:rsidRPr="005D7290">
        <w:rPr>
          <w:rFonts w:ascii="Times New Roman" w:hAnsi="Times New Roman" w:cs="Times New Roman"/>
        </w:rPr>
        <w:t xml:space="preserve">Законом Краснодарского края от </w:t>
      </w:r>
      <w:r>
        <w:rPr>
          <w:rFonts w:ascii="Times New Roman" w:hAnsi="Times New Roman" w:cs="Times New Roman"/>
        </w:rPr>
        <w:t>1 июня</w:t>
      </w:r>
      <w:r w:rsidRPr="005D72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8</w:t>
      </w:r>
      <w:r w:rsidRPr="005D7290">
        <w:rPr>
          <w:rFonts w:ascii="Times New Roman" w:hAnsi="Times New Roman" w:cs="Times New Roman"/>
        </w:rPr>
        <w:t xml:space="preserve"> года № 3</w:t>
      </w:r>
      <w:r>
        <w:rPr>
          <w:rFonts w:ascii="Times New Roman" w:hAnsi="Times New Roman" w:cs="Times New Roman"/>
        </w:rPr>
        <w:t>803</w:t>
      </w:r>
      <w:r w:rsidRPr="005D7290">
        <w:rPr>
          <w:rFonts w:ascii="Times New Roman" w:hAnsi="Times New Roman" w:cs="Times New Roman"/>
        </w:rPr>
        <w:t>-КЗ «</w:t>
      </w:r>
      <w:r>
        <w:rPr>
          <w:rFonts w:ascii="Times New Roman" w:hAnsi="Times New Roman" w:cs="Times New Roman"/>
        </w:rPr>
        <w:t>О субсидиях на дополнительную помощь местным бюджетам для решения социально значимых вопросов на 2018 год» передвинуть</w:t>
      </w:r>
      <w:r w:rsidRPr="006530BF">
        <w:rPr>
          <w:rFonts w:ascii="Times New Roman" w:hAnsi="Times New Roman" w:cs="Times New Roman"/>
          <w:color w:val="000000"/>
        </w:rPr>
        <w:t xml:space="preserve"> </w:t>
      </w:r>
      <w:r w:rsidRPr="00F006F8">
        <w:rPr>
          <w:rFonts w:ascii="Times New Roman" w:hAnsi="Times New Roman" w:cs="Times New Roman"/>
        </w:rPr>
        <w:t>прочие субсидии бюджетам сельским поселениям</w:t>
      </w:r>
      <w:r>
        <w:rPr>
          <w:rFonts w:ascii="Times New Roman" w:hAnsi="Times New Roman" w:cs="Times New Roman"/>
        </w:rPr>
        <w:t xml:space="preserve"> с кода</w:t>
      </w:r>
      <w:r w:rsidRPr="00F006F8">
        <w:rPr>
          <w:rFonts w:ascii="Times New Roman" w:hAnsi="Times New Roman" w:cs="Times New Roman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992 2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02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49999</w:t>
      </w:r>
      <w:r>
        <w:rPr>
          <w:rFonts w:ascii="Times New Roman" w:hAnsi="Times New Roman" w:cs="Times New Roman"/>
          <w:color w:val="000000"/>
        </w:rPr>
        <w:t xml:space="preserve"> </w:t>
      </w:r>
      <w:r w:rsidRPr="006530BF">
        <w:rPr>
          <w:rFonts w:ascii="Times New Roman" w:hAnsi="Times New Roman" w:cs="Times New Roman"/>
          <w:color w:val="000000"/>
        </w:rPr>
        <w:t>10 0000 151</w:t>
      </w:r>
      <w:r>
        <w:rPr>
          <w:rFonts w:ascii="Times New Roman" w:hAnsi="Times New Roman" w:cs="Times New Roman"/>
        </w:rPr>
        <w:t xml:space="preserve"> на код 992 </w:t>
      </w:r>
      <w:r w:rsidRPr="000845B5">
        <w:rPr>
          <w:rFonts w:ascii="Times New Roman" w:hAnsi="Times New Roman" w:cs="Times New Roman"/>
        </w:rPr>
        <w:t>2 02 29999 10 0000 151</w:t>
      </w:r>
      <w:r>
        <w:rPr>
          <w:rFonts w:ascii="Times New Roman" w:hAnsi="Times New Roman" w:cs="Times New Roman"/>
        </w:rPr>
        <w:t xml:space="preserve"> в сумме 250 000,00 рублей.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Увеличить годовые бюджетные назначения в сумме  412 000,00 рублей, в том числе::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 в сумме 400 000,00 рублей,</w:t>
      </w:r>
    </w:p>
    <w:p w:rsidR="005079DE" w:rsidRDefault="005079DE" w:rsidP="00110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1 13 02995 10 0000 130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039F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11 000,00 рублей,</w:t>
      </w:r>
    </w:p>
    <w:p w:rsidR="005079DE" w:rsidRDefault="005079DE" w:rsidP="00F13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89039F">
        <w:rPr>
          <w:rFonts w:ascii="Times New Roman" w:hAnsi="Times New Roman" w:cs="Times New Roman"/>
          <w:sz w:val="28"/>
          <w:szCs w:val="28"/>
        </w:rPr>
        <w:t xml:space="preserve"> 10 0000 130</w:t>
      </w:r>
      <w:r>
        <w:rPr>
          <w:rFonts w:ascii="Times New Roman" w:hAnsi="Times New Roman" w:cs="Times New Roman"/>
          <w:sz w:val="28"/>
          <w:szCs w:val="28"/>
        </w:rPr>
        <w:t xml:space="preserve"> «Доходы, поступающие в порядке возмещения расходов, понесенных в связи с эксплуатацией имущества» в сумме 1 000,00 рублей.</w:t>
      </w:r>
    </w:p>
    <w:p w:rsidR="005079DE" w:rsidRDefault="005079DE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Дополнительные доходы в сумме 412 000,00 рублей направить, в том  числе:</w:t>
      </w:r>
    </w:p>
    <w:p w:rsidR="005079DE" w:rsidRDefault="005079DE" w:rsidP="004F0A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F54187">
        <w:rPr>
          <w:rFonts w:ascii="Times New Roman" w:hAnsi="Times New Roman" w:cs="Times New Roman"/>
          <w:sz w:val="28"/>
          <w:szCs w:val="28"/>
        </w:rPr>
        <w:t>9960210230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F54187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12 000,00 рублей на изготовление кадастровой документации,</w:t>
      </w:r>
      <w:r w:rsidRPr="004F0A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9DE" w:rsidRDefault="005079DE" w:rsidP="004F0A69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30 000,00 рублей на затраты.   </w:t>
      </w:r>
    </w:p>
    <w:p w:rsidR="005079DE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по  коду раздела, подраздела 05 03 «Благоустройство»,  целевой статье   6800010320 «Прочие мероприятия по благоустройству городских округов и поселений»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35 0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затраты,</w:t>
      </w:r>
    </w:p>
    <w:p w:rsidR="005079DE" w:rsidRPr="003E1EEA" w:rsidRDefault="005079DE" w:rsidP="005537D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285 000,00 рублей на материальные затраты.</w:t>
      </w:r>
    </w:p>
    <w:p w:rsidR="005079DE" w:rsidRPr="007A0F6C" w:rsidRDefault="005079DE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5079DE" w:rsidRDefault="005079DE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Настоящее решение подлежит опубликованию в установленном порядке.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Настоящее решение  вступает в силу со дня его опубликования.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Школьненского сельского поселения  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  В.Г. Попков                                  </w:t>
      </w:r>
    </w:p>
    <w:p w:rsidR="005079DE" w:rsidRPr="009D7225" w:rsidRDefault="005079DE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298"/>
        <w:gridCol w:w="2331"/>
      </w:tblGrid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И.о. 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финансового управления МО Белореченский район</w:t>
            </w:r>
          </w:p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Т.И. Степаненко</w:t>
            </w:r>
          </w:p>
        </w:tc>
      </w:tr>
    </w:tbl>
    <w:p w:rsidR="005079DE" w:rsidRPr="009D7225" w:rsidRDefault="005079DE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Pr="00092677" w:rsidRDefault="005079DE" w:rsidP="00092677"/>
    <w:sectPr w:rsidR="005079DE" w:rsidRPr="00092677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DE" w:rsidRDefault="005079DE" w:rsidP="00B57B3B">
      <w:r>
        <w:separator/>
      </w:r>
    </w:p>
  </w:endnote>
  <w:endnote w:type="continuationSeparator" w:id="0">
    <w:p w:rsidR="005079DE" w:rsidRDefault="005079D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DE" w:rsidRDefault="005079DE" w:rsidP="00B57B3B">
      <w:r>
        <w:separator/>
      </w:r>
    </w:p>
  </w:footnote>
  <w:footnote w:type="continuationSeparator" w:id="0">
    <w:p w:rsidR="005079DE" w:rsidRDefault="005079D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9DE" w:rsidRPr="003139BC" w:rsidRDefault="005079DE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079DE" w:rsidRDefault="005079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A2556"/>
    <w:rsid w:val="002A2BBD"/>
    <w:rsid w:val="002A2F43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3896"/>
    <w:rsid w:val="00875421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927CD"/>
    <w:rsid w:val="00A969F6"/>
    <w:rsid w:val="00AA5BE7"/>
    <w:rsid w:val="00AB5EB6"/>
    <w:rsid w:val="00AC1128"/>
    <w:rsid w:val="00AD1D8E"/>
    <w:rsid w:val="00AD5AD8"/>
    <w:rsid w:val="00AE08C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1">
    <w:name w:val="Знак Знак Знак"/>
    <w:basedOn w:val="Normal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2"/>
    <w:basedOn w:val="Normal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885</TotalTime>
  <Pages>3</Pages>
  <Words>851</Words>
  <Characters>4853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52</cp:revision>
  <cp:lastPrinted>2018-07-27T13:51:00Z</cp:lastPrinted>
  <dcterms:created xsi:type="dcterms:W3CDTF">2017-12-13T16:31:00Z</dcterms:created>
  <dcterms:modified xsi:type="dcterms:W3CDTF">2018-07-27T13:52:00Z</dcterms:modified>
</cp:coreProperties>
</file>